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68A8D" w14:textId="0CB71212" w:rsidR="00A230EC" w:rsidRDefault="00E839CB" w:rsidP="0058124A">
      <w:pPr>
        <w:spacing w:after="0"/>
      </w:pPr>
      <w:r>
        <w:rPr>
          <w:noProof/>
          <w:sz w:val="23"/>
          <w:szCs w:val="23"/>
          <w:lang w:eastAsia="de-DE"/>
        </w:rPr>
        <w:drawing>
          <wp:anchor distT="0" distB="0" distL="114300" distR="114300" simplePos="0" relativeHeight="251669504" behindDoc="0" locked="0" layoutInCell="1" allowOverlap="1" wp14:anchorId="6CC2CDE4" wp14:editId="599BBC3C">
            <wp:simplePos x="0" y="0"/>
            <wp:positionH relativeFrom="column">
              <wp:posOffset>2571115</wp:posOffset>
            </wp:positionH>
            <wp:positionV relativeFrom="paragraph">
              <wp:posOffset>134620</wp:posOffset>
            </wp:positionV>
            <wp:extent cx="4027170" cy="2228850"/>
            <wp:effectExtent l="0" t="0" r="0" b="0"/>
            <wp:wrapThrough wrapText="bothSides">
              <wp:wrapPolygon edited="0">
                <wp:start x="0" y="0"/>
                <wp:lineTo x="0" y="21415"/>
                <wp:lineTo x="21457" y="21415"/>
                <wp:lineTo x="21457" y="0"/>
                <wp:lineTo x="0" y="0"/>
              </wp:wrapPolygon>
            </wp:wrapThrough>
            <wp:docPr id="57775027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9" b="9138"/>
                    <a:stretch/>
                  </pic:blipFill>
                  <pic:spPr bwMode="auto">
                    <a:xfrm>
                      <a:off x="0" y="0"/>
                      <a:ext cx="402717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D1DD09" w14:textId="71FA6B13" w:rsidR="0086454B" w:rsidRDefault="00E128F6" w:rsidP="00504CDA">
      <w:pPr>
        <w:spacing w:after="0" w:line="252" w:lineRule="auto"/>
        <w:jc w:val="both"/>
        <w:rPr>
          <w:sz w:val="23"/>
          <w:szCs w:val="23"/>
        </w:rPr>
      </w:pPr>
      <w:r w:rsidRPr="00444B1B">
        <w:rPr>
          <w:noProof/>
          <w:sz w:val="23"/>
          <w:szCs w:val="23"/>
          <w:lang w:eastAsia="de-DE"/>
        </w:rPr>
        <w:drawing>
          <wp:anchor distT="0" distB="0" distL="114300" distR="114300" simplePos="0" relativeHeight="251658240" behindDoc="0" locked="0" layoutInCell="1" allowOverlap="1" wp14:anchorId="2FB589CA" wp14:editId="05BE62BE">
            <wp:simplePos x="0" y="0"/>
            <wp:positionH relativeFrom="column">
              <wp:posOffset>-2540</wp:posOffset>
            </wp:positionH>
            <wp:positionV relativeFrom="paragraph">
              <wp:posOffset>635</wp:posOffset>
            </wp:positionV>
            <wp:extent cx="292100" cy="355997"/>
            <wp:effectExtent l="0" t="0" r="0" b="6350"/>
            <wp:wrapThrough wrapText="bothSides">
              <wp:wrapPolygon edited="0">
                <wp:start x="0" y="0"/>
                <wp:lineTo x="0" y="20829"/>
                <wp:lineTo x="19722" y="20829"/>
                <wp:lineTo x="19722" y="0"/>
                <wp:lineTo x="0" y="0"/>
              </wp:wrapPolygon>
            </wp:wrapThrough>
            <wp:docPr id="165257016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355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4D39" w:rsidRPr="00444B1B">
        <w:rPr>
          <w:sz w:val="23"/>
          <w:szCs w:val="23"/>
        </w:rPr>
        <w:t>Beschreibe</w:t>
      </w:r>
      <w:r w:rsidR="00173300" w:rsidRPr="00444B1B">
        <w:rPr>
          <w:sz w:val="23"/>
          <w:szCs w:val="23"/>
        </w:rPr>
        <w:t>n Sie</w:t>
      </w:r>
      <w:r w:rsidR="00794D39" w:rsidRPr="00444B1B">
        <w:rPr>
          <w:sz w:val="23"/>
          <w:szCs w:val="23"/>
        </w:rPr>
        <w:t xml:space="preserve"> den Verlauf des </w:t>
      </w:r>
      <w:r w:rsidRPr="00444B1B">
        <w:rPr>
          <w:sz w:val="23"/>
          <w:szCs w:val="23"/>
        </w:rPr>
        <w:t xml:space="preserve">abgebildeten </w:t>
      </w:r>
      <w:r w:rsidR="00794D39" w:rsidRPr="00444B1B">
        <w:rPr>
          <w:sz w:val="23"/>
          <w:szCs w:val="23"/>
        </w:rPr>
        <w:t xml:space="preserve">Graphen in Worten. </w:t>
      </w:r>
    </w:p>
    <w:p w14:paraId="435277F1" w14:textId="5CC358C5" w:rsidR="00794D39" w:rsidRPr="00444B1B" w:rsidRDefault="00E128F6" w:rsidP="00504CDA">
      <w:pPr>
        <w:spacing w:after="60" w:line="252" w:lineRule="auto"/>
        <w:jc w:val="both"/>
        <w:rPr>
          <w:sz w:val="23"/>
          <w:szCs w:val="23"/>
        </w:rPr>
      </w:pPr>
      <w:r w:rsidRPr="00444B1B">
        <w:rPr>
          <w:sz w:val="23"/>
          <w:szCs w:val="23"/>
        </w:rPr>
        <w:t>Überlege</w:t>
      </w:r>
      <w:r w:rsidR="00173300" w:rsidRPr="00444B1B">
        <w:rPr>
          <w:sz w:val="23"/>
          <w:szCs w:val="23"/>
        </w:rPr>
        <w:t xml:space="preserve">n Sie </w:t>
      </w:r>
      <w:r w:rsidRPr="00444B1B">
        <w:rPr>
          <w:sz w:val="23"/>
          <w:szCs w:val="23"/>
        </w:rPr>
        <w:t xml:space="preserve">zunächst, welche </w:t>
      </w:r>
      <w:proofErr w:type="spellStart"/>
      <w:proofErr w:type="gramStart"/>
      <w:r w:rsidRPr="00444B1B">
        <w:rPr>
          <w:sz w:val="23"/>
          <w:szCs w:val="23"/>
        </w:rPr>
        <w:t>wesen</w:t>
      </w:r>
      <w:r w:rsidR="00892A49">
        <w:rPr>
          <w:sz w:val="23"/>
          <w:szCs w:val="23"/>
        </w:rPr>
        <w:t>t</w:t>
      </w:r>
      <w:r w:rsidR="00292596">
        <w:rPr>
          <w:sz w:val="23"/>
          <w:szCs w:val="23"/>
        </w:rPr>
        <w:t>-</w:t>
      </w:r>
      <w:r w:rsidRPr="00444B1B">
        <w:rPr>
          <w:sz w:val="23"/>
          <w:szCs w:val="23"/>
        </w:rPr>
        <w:t>lichen</w:t>
      </w:r>
      <w:proofErr w:type="spellEnd"/>
      <w:proofErr w:type="gramEnd"/>
      <w:r w:rsidRPr="00444B1B">
        <w:rPr>
          <w:sz w:val="23"/>
          <w:szCs w:val="23"/>
        </w:rPr>
        <w:t xml:space="preserve"> Eigenschaften des Graphen </w:t>
      </w:r>
      <w:r w:rsidR="00173300" w:rsidRPr="00444B1B">
        <w:rPr>
          <w:sz w:val="23"/>
          <w:szCs w:val="23"/>
        </w:rPr>
        <w:t>Sie</w:t>
      </w:r>
      <w:r w:rsidRPr="00444B1B">
        <w:rPr>
          <w:sz w:val="23"/>
          <w:szCs w:val="23"/>
        </w:rPr>
        <w:t xml:space="preserve"> benennen </w:t>
      </w:r>
      <w:r w:rsidR="00173300" w:rsidRPr="00444B1B">
        <w:rPr>
          <w:sz w:val="23"/>
          <w:szCs w:val="23"/>
        </w:rPr>
        <w:t>müssen</w:t>
      </w:r>
      <w:r w:rsidRPr="00444B1B">
        <w:rPr>
          <w:sz w:val="23"/>
          <w:szCs w:val="23"/>
        </w:rPr>
        <w:t>.</w:t>
      </w:r>
    </w:p>
    <w:p w14:paraId="47866E2C" w14:textId="4EDB563A" w:rsidR="00E128F6" w:rsidRDefault="00E128F6" w:rsidP="00315F4E">
      <w:pPr>
        <w:spacing w:after="60" w:line="252" w:lineRule="auto"/>
        <w:jc w:val="both"/>
        <w:rPr>
          <w:sz w:val="23"/>
          <w:szCs w:val="23"/>
        </w:rPr>
      </w:pPr>
      <w:r w:rsidRPr="00444B1B">
        <w:rPr>
          <w:sz w:val="23"/>
          <w:szCs w:val="23"/>
        </w:rPr>
        <w:t>Falte</w:t>
      </w:r>
      <w:r w:rsidR="00173300" w:rsidRPr="00444B1B">
        <w:rPr>
          <w:sz w:val="23"/>
          <w:szCs w:val="23"/>
        </w:rPr>
        <w:t>n Sie</w:t>
      </w:r>
      <w:r w:rsidR="00791539" w:rsidRPr="00444B1B">
        <w:rPr>
          <w:sz w:val="23"/>
          <w:szCs w:val="23"/>
        </w:rPr>
        <w:t xml:space="preserve"> anschließend</w:t>
      </w:r>
      <w:r w:rsidRPr="00444B1B">
        <w:rPr>
          <w:sz w:val="23"/>
          <w:szCs w:val="23"/>
        </w:rPr>
        <w:t xml:space="preserve"> das Blatt</w:t>
      </w:r>
      <w:r w:rsidR="00E378B6" w:rsidRPr="00444B1B">
        <w:rPr>
          <w:sz w:val="23"/>
          <w:szCs w:val="23"/>
        </w:rPr>
        <w:t xml:space="preserve"> an der Faltkante </w:t>
      </w:r>
      <w:r w:rsidRPr="00444B1B">
        <w:rPr>
          <w:sz w:val="23"/>
          <w:szCs w:val="23"/>
        </w:rPr>
        <w:t>und g</w:t>
      </w:r>
      <w:r w:rsidR="00173300" w:rsidRPr="00444B1B">
        <w:rPr>
          <w:sz w:val="23"/>
          <w:szCs w:val="23"/>
        </w:rPr>
        <w:t>e</w:t>
      </w:r>
      <w:r w:rsidRPr="00444B1B">
        <w:rPr>
          <w:sz w:val="23"/>
          <w:szCs w:val="23"/>
        </w:rPr>
        <w:t>b</w:t>
      </w:r>
      <w:r w:rsidR="00173300" w:rsidRPr="00444B1B">
        <w:rPr>
          <w:sz w:val="23"/>
          <w:szCs w:val="23"/>
        </w:rPr>
        <w:t>en</w:t>
      </w:r>
      <w:r w:rsidRPr="00444B1B">
        <w:rPr>
          <w:sz w:val="23"/>
          <w:szCs w:val="23"/>
        </w:rPr>
        <w:t xml:space="preserve"> </w:t>
      </w:r>
      <w:r w:rsidR="00FE0453">
        <w:rPr>
          <w:sz w:val="23"/>
          <w:szCs w:val="23"/>
        </w:rPr>
        <w:t xml:space="preserve">Sie </w:t>
      </w:r>
      <w:r w:rsidRPr="00444B1B">
        <w:rPr>
          <w:sz w:val="23"/>
          <w:szCs w:val="23"/>
        </w:rPr>
        <w:t xml:space="preserve">es an </w:t>
      </w:r>
      <w:r w:rsidR="00173300" w:rsidRPr="00444B1B">
        <w:rPr>
          <w:sz w:val="23"/>
          <w:szCs w:val="23"/>
        </w:rPr>
        <w:t>Ihre</w:t>
      </w:r>
      <w:r w:rsidR="00AF3A87">
        <w:rPr>
          <w:sz w:val="23"/>
          <w:szCs w:val="23"/>
        </w:rPr>
        <w:t xml:space="preserve"> Sitznachbarin </w:t>
      </w:r>
      <w:r w:rsidR="00173300" w:rsidRPr="00444B1B">
        <w:rPr>
          <w:sz w:val="23"/>
          <w:szCs w:val="23"/>
        </w:rPr>
        <w:t>/</w:t>
      </w:r>
      <w:r w:rsidR="00AF3A87">
        <w:rPr>
          <w:sz w:val="23"/>
          <w:szCs w:val="23"/>
        </w:rPr>
        <w:t xml:space="preserve"> Ihre</w:t>
      </w:r>
      <w:r w:rsidR="00173300" w:rsidRPr="00444B1B">
        <w:rPr>
          <w:sz w:val="23"/>
          <w:szCs w:val="23"/>
        </w:rPr>
        <w:t xml:space="preserve">n </w:t>
      </w:r>
      <w:r w:rsidRPr="00444B1B">
        <w:rPr>
          <w:sz w:val="23"/>
          <w:szCs w:val="23"/>
        </w:rPr>
        <w:t>Sitznachbarn weiter</w:t>
      </w:r>
      <w:r w:rsidR="00E90DA5">
        <w:rPr>
          <w:sz w:val="23"/>
          <w:szCs w:val="23"/>
        </w:rPr>
        <w:t xml:space="preserve">, </w:t>
      </w:r>
      <w:r w:rsidR="00E90DA5" w:rsidRPr="00E90DA5">
        <w:rPr>
          <w:sz w:val="23"/>
          <w:szCs w:val="23"/>
        </w:rPr>
        <w:t>sodass Ihre Beschreibung nach oben zeigt</w:t>
      </w:r>
      <w:r w:rsidR="00E90DA5">
        <w:rPr>
          <w:sz w:val="23"/>
          <w:szCs w:val="23"/>
        </w:rPr>
        <w:t>.</w:t>
      </w:r>
    </w:p>
    <w:p w14:paraId="3E9E627E" w14:textId="57B3C537" w:rsidR="00315F4E" w:rsidRPr="00444B1B" w:rsidRDefault="00315F4E" w:rsidP="000B0A0D">
      <w:pPr>
        <w:spacing w:after="60" w:line="252" w:lineRule="auto"/>
        <w:jc w:val="both"/>
        <w:rPr>
          <w:sz w:val="23"/>
          <w:szCs w:val="23"/>
        </w:rPr>
      </w:pPr>
    </w:p>
    <w:p w14:paraId="409B949E" w14:textId="77777777" w:rsidR="005A0DF0" w:rsidRPr="00E97EFC" w:rsidRDefault="005A0DF0" w:rsidP="00315F4E">
      <w:pPr>
        <w:pBdr>
          <w:bottom w:val="dashed" w:sz="8" w:space="1" w:color="auto"/>
        </w:pBdr>
        <w:spacing w:after="120"/>
        <w:rPr>
          <w:i/>
        </w:rPr>
      </w:pPr>
      <w:r w:rsidRPr="00E97EFC">
        <w:rPr>
          <w:i/>
        </w:rPr>
        <w:t>Faltkante</w:t>
      </w:r>
      <w:r w:rsidRPr="00E97EFC">
        <w:rPr>
          <w:i/>
        </w:rPr>
        <w:tab/>
      </w:r>
      <w:r w:rsidRPr="00E97EFC">
        <w:rPr>
          <w:i/>
        </w:rPr>
        <w:tab/>
      </w:r>
      <w:r w:rsidRPr="00E97EFC">
        <w:rPr>
          <w:i/>
        </w:rPr>
        <w:tab/>
      </w:r>
      <w:r w:rsidRPr="00E97EFC">
        <w:rPr>
          <w:i/>
        </w:rPr>
        <w:tab/>
      </w:r>
      <w:r w:rsidRPr="00E97EFC">
        <w:rPr>
          <w:i/>
        </w:rPr>
        <w:tab/>
      </w:r>
      <w:r w:rsidRPr="00E97EFC">
        <w:rPr>
          <w:i/>
        </w:rPr>
        <w:tab/>
      </w:r>
      <w:r w:rsidRPr="00E97EFC">
        <w:rPr>
          <w:i/>
        </w:rPr>
        <w:tab/>
      </w:r>
      <w:r w:rsidRPr="00E97EFC">
        <w:rPr>
          <w:i/>
        </w:rPr>
        <w:tab/>
      </w:r>
      <w:r w:rsidRPr="00E97EFC">
        <w:rPr>
          <w:i/>
        </w:rPr>
        <w:tab/>
      </w:r>
      <w:r w:rsidRPr="00E97EFC">
        <w:rPr>
          <w:i/>
        </w:rPr>
        <w:tab/>
      </w:r>
      <w:r w:rsidRPr="00E97EFC">
        <w:rPr>
          <w:i/>
        </w:rPr>
        <w:tab/>
      </w:r>
      <w:proofErr w:type="spellStart"/>
      <w:r w:rsidRPr="00E97EFC">
        <w:rPr>
          <w:i/>
        </w:rPr>
        <w:t>Faltkante</w:t>
      </w:r>
      <w:proofErr w:type="spellEnd"/>
    </w:p>
    <w:p w14:paraId="54B868C7" w14:textId="40349F8C" w:rsidR="00E128F6" w:rsidRPr="00173300" w:rsidRDefault="00E128F6" w:rsidP="00444B1B">
      <w:pPr>
        <w:spacing w:before="120" w:after="0"/>
        <w:rPr>
          <w:rFonts w:ascii="Abadi" w:hAnsi="Abadi"/>
          <w:b/>
          <w:bCs/>
          <w:sz w:val="24"/>
          <w:szCs w:val="24"/>
        </w:rPr>
      </w:pPr>
      <w:r w:rsidRPr="00173300">
        <w:rPr>
          <w:rFonts w:ascii="Abadi" w:hAnsi="Abadi"/>
          <w:b/>
          <w:bCs/>
          <w:sz w:val="24"/>
          <w:szCs w:val="24"/>
        </w:rPr>
        <w:t>Beschreibung des Graphen:</w:t>
      </w:r>
    </w:p>
    <w:p w14:paraId="1A1F6914" w14:textId="4C0741D5" w:rsidR="00E128F6" w:rsidRDefault="00E128F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0B85AC30" w14:textId="77777777" w:rsidR="00E128F6" w:rsidRDefault="00E128F6" w:rsidP="00E128F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222B5A8C" w14:textId="77777777" w:rsidR="00E128F6" w:rsidRDefault="00E128F6" w:rsidP="00E128F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743D6DAB" w14:textId="2A31165E" w:rsidR="00E128F6" w:rsidRDefault="00E128F6" w:rsidP="00E128F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73A53DE4" w14:textId="77777777" w:rsidR="00E128F6" w:rsidRDefault="00E128F6" w:rsidP="00E128F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48951172" w14:textId="365B0265" w:rsidR="00E128F6" w:rsidRDefault="00444B1B" w:rsidP="00E128F6">
      <w:pPr>
        <w:rPr>
          <w:sz w:val="24"/>
          <w:szCs w:val="24"/>
        </w:rPr>
      </w:pPr>
      <w:r w:rsidRPr="00173300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59264" behindDoc="0" locked="0" layoutInCell="1" allowOverlap="1" wp14:anchorId="0310ECFF" wp14:editId="1D4F63E3">
            <wp:simplePos x="0" y="0"/>
            <wp:positionH relativeFrom="column">
              <wp:posOffset>-12065</wp:posOffset>
            </wp:positionH>
            <wp:positionV relativeFrom="paragraph">
              <wp:posOffset>302824</wp:posOffset>
            </wp:positionV>
            <wp:extent cx="289346" cy="387350"/>
            <wp:effectExtent l="0" t="0" r="0" b="0"/>
            <wp:wrapThrough wrapText="bothSides">
              <wp:wrapPolygon edited="0">
                <wp:start x="0" y="0"/>
                <wp:lineTo x="0" y="20184"/>
                <wp:lineTo x="19938" y="20184"/>
                <wp:lineTo x="19938" y="0"/>
                <wp:lineTo x="0" y="0"/>
              </wp:wrapPolygon>
            </wp:wrapThrough>
            <wp:docPr id="94952014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46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28F6">
        <w:rPr>
          <w:sz w:val="24"/>
          <w:szCs w:val="24"/>
        </w:rPr>
        <w:t>________________________________________________________________________________</w:t>
      </w:r>
    </w:p>
    <w:p w14:paraId="0B45B009" w14:textId="133588A6" w:rsidR="00794D39" w:rsidRDefault="00173300" w:rsidP="009338A1">
      <w:pPr>
        <w:spacing w:after="0" w:line="252" w:lineRule="auto"/>
        <w:jc w:val="both"/>
        <w:rPr>
          <w:sz w:val="24"/>
          <w:szCs w:val="24"/>
        </w:rPr>
      </w:pPr>
      <w:r w:rsidRPr="00173300">
        <w:rPr>
          <w:sz w:val="24"/>
          <w:szCs w:val="24"/>
        </w:rPr>
        <w:t>Zeichne</w:t>
      </w:r>
      <w:r>
        <w:rPr>
          <w:sz w:val="24"/>
          <w:szCs w:val="24"/>
        </w:rPr>
        <w:t>n Sie</w:t>
      </w:r>
      <w:r w:rsidRPr="00173300">
        <w:rPr>
          <w:sz w:val="24"/>
          <w:szCs w:val="24"/>
        </w:rPr>
        <w:t xml:space="preserve"> in das </w:t>
      </w:r>
      <w:r w:rsidR="0086454B">
        <w:rPr>
          <w:sz w:val="24"/>
          <w:szCs w:val="24"/>
        </w:rPr>
        <w:t xml:space="preserve">unten </w:t>
      </w:r>
      <w:r w:rsidRPr="00173300">
        <w:rPr>
          <w:sz w:val="24"/>
          <w:szCs w:val="24"/>
        </w:rPr>
        <w:t>abgebildete Koordinatensystem den Graphen, dessen Verlauf oben beschrieben wird.</w:t>
      </w:r>
    </w:p>
    <w:p w14:paraId="451ADC21" w14:textId="6BC7E289" w:rsidR="00173300" w:rsidRDefault="005A0DF0" w:rsidP="00F0343B">
      <w:pPr>
        <w:spacing w:after="0" w:line="252" w:lineRule="auto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173300">
        <w:rPr>
          <w:sz w:val="24"/>
          <w:szCs w:val="24"/>
        </w:rPr>
        <w:t xml:space="preserve">lappen Sie </w:t>
      </w:r>
      <w:r>
        <w:rPr>
          <w:sz w:val="24"/>
          <w:szCs w:val="24"/>
        </w:rPr>
        <w:t xml:space="preserve">anschließend </w:t>
      </w:r>
      <w:r w:rsidR="00173300">
        <w:rPr>
          <w:sz w:val="24"/>
          <w:szCs w:val="24"/>
        </w:rPr>
        <w:t>den oberen Teil des Blattes auf und vergleichen Sie Ihren Graphen mit dem ursprünglichen Graphen.</w:t>
      </w:r>
    </w:p>
    <w:p w14:paraId="589271D4" w14:textId="76A06776" w:rsidR="00173300" w:rsidRDefault="00173300" w:rsidP="00F0343B">
      <w:pPr>
        <w:spacing w:line="25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Formulieren Sie </w:t>
      </w:r>
      <w:r w:rsidR="00D35CCC">
        <w:rPr>
          <w:sz w:val="24"/>
          <w:szCs w:val="24"/>
        </w:rPr>
        <w:t xml:space="preserve">auf der Rückseite </w:t>
      </w:r>
      <w:r>
        <w:rPr>
          <w:sz w:val="24"/>
          <w:szCs w:val="24"/>
        </w:rPr>
        <w:t>ein kurzes Feedback zur Beschreibung des Graphen, indem Sie erläutern, welche Informationen Ihnen ggf. gefehlt haben, um den Graphen noch genauer zeichnen zu können.</w:t>
      </w:r>
    </w:p>
    <w:p w14:paraId="118B28B4" w14:textId="01E3743D" w:rsidR="00173300" w:rsidRDefault="00173300" w:rsidP="00315F4E">
      <w:pPr>
        <w:spacing w:after="120"/>
        <w:rPr>
          <w:rFonts w:ascii="Abadi" w:hAnsi="Abadi"/>
          <w:b/>
          <w:bCs/>
          <w:sz w:val="24"/>
          <w:szCs w:val="24"/>
        </w:rPr>
      </w:pPr>
      <w:r w:rsidRPr="00173300">
        <w:rPr>
          <w:rFonts w:ascii="Abadi" w:hAnsi="Abadi"/>
          <w:b/>
          <w:bCs/>
          <w:sz w:val="24"/>
          <w:szCs w:val="24"/>
        </w:rPr>
        <w:t>Graph</w:t>
      </w:r>
      <w:r>
        <w:rPr>
          <w:rFonts w:ascii="Abadi" w:hAnsi="Abadi"/>
          <w:b/>
          <w:bCs/>
          <w:sz w:val="24"/>
          <w:szCs w:val="24"/>
        </w:rPr>
        <w:t>:</w:t>
      </w:r>
    </w:p>
    <w:p w14:paraId="30BE1555" w14:textId="0DEF0BD3" w:rsidR="00173300" w:rsidRDefault="006D502F" w:rsidP="000B0A0D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0528" behindDoc="0" locked="0" layoutInCell="1" allowOverlap="1" wp14:anchorId="13D0264D" wp14:editId="05C22698">
            <wp:simplePos x="0" y="0"/>
            <wp:positionH relativeFrom="column">
              <wp:posOffset>545465</wp:posOffset>
            </wp:positionH>
            <wp:positionV relativeFrom="paragraph">
              <wp:posOffset>9525</wp:posOffset>
            </wp:positionV>
            <wp:extent cx="5473700" cy="2983230"/>
            <wp:effectExtent l="0" t="0" r="0" b="7620"/>
            <wp:wrapThrough wrapText="bothSides">
              <wp:wrapPolygon edited="0">
                <wp:start x="0" y="0"/>
                <wp:lineTo x="0" y="21517"/>
                <wp:lineTo x="21500" y="21517"/>
                <wp:lineTo x="21500" y="0"/>
                <wp:lineTo x="0" y="0"/>
              </wp:wrapPolygon>
            </wp:wrapThrough>
            <wp:docPr id="112885449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98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8196D2" w14:textId="07C9D1F6" w:rsidR="00305FC0" w:rsidRDefault="00305FC0" w:rsidP="000B0A0D">
      <w:pPr>
        <w:jc w:val="center"/>
        <w:rPr>
          <w:sz w:val="24"/>
          <w:szCs w:val="24"/>
        </w:rPr>
      </w:pPr>
    </w:p>
    <w:p w14:paraId="701AAC8A" w14:textId="77777777" w:rsidR="006D502F" w:rsidRDefault="006D502F">
      <w:pPr>
        <w:rPr>
          <w:rFonts w:ascii="Abadi" w:hAnsi="Abadi"/>
          <w:b/>
          <w:bCs/>
          <w:sz w:val="24"/>
          <w:szCs w:val="24"/>
        </w:rPr>
      </w:pPr>
    </w:p>
    <w:p w14:paraId="00EBAD6C" w14:textId="77777777" w:rsidR="006D502F" w:rsidRDefault="006D502F">
      <w:pPr>
        <w:rPr>
          <w:rFonts w:ascii="Abadi" w:hAnsi="Abadi"/>
          <w:b/>
          <w:bCs/>
          <w:sz w:val="24"/>
          <w:szCs w:val="24"/>
        </w:rPr>
      </w:pPr>
    </w:p>
    <w:p w14:paraId="0A3AD82E" w14:textId="77777777" w:rsidR="006D502F" w:rsidRDefault="006D502F">
      <w:pPr>
        <w:rPr>
          <w:rFonts w:ascii="Abadi" w:hAnsi="Abadi"/>
          <w:b/>
          <w:bCs/>
          <w:sz w:val="24"/>
          <w:szCs w:val="24"/>
        </w:rPr>
      </w:pPr>
    </w:p>
    <w:p w14:paraId="7C4E0905" w14:textId="77777777" w:rsidR="006D502F" w:rsidRDefault="006D502F">
      <w:pPr>
        <w:rPr>
          <w:rFonts w:ascii="Abadi" w:hAnsi="Abadi"/>
          <w:b/>
          <w:bCs/>
          <w:sz w:val="24"/>
          <w:szCs w:val="24"/>
        </w:rPr>
      </w:pPr>
    </w:p>
    <w:p w14:paraId="64377C6D" w14:textId="77777777" w:rsidR="006D502F" w:rsidRDefault="006D502F">
      <w:pPr>
        <w:rPr>
          <w:rFonts w:ascii="Abadi" w:hAnsi="Abadi"/>
          <w:b/>
          <w:bCs/>
          <w:sz w:val="24"/>
          <w:szCs w:val="24"/>
        </w:rPr>
      </w:pPr>
    </w:p>
    <w:p w14:paraId="7790FE08" w14:textId="77777777" w:rsidR="006D502F" w:rsidRDefault="006D502F">
      <w:pPr>
        <w:rPr>
          <w:rFonts w:ascii="Abadi" w:hAnsi="Abadi"/>
          <w:b/>
          <w:bCs/>
          <w:sz w:val="24"/>
          <w:szCs w:val="24"/>
        </w:rPr>
      </w:pPr>
    </w:p>
    <w:p w14:paraId="792BD8B6" w14:textId="77777777" w:rsidR="006D502F" w:rsidRDefault="006D502F">
      <w:pPr>
        <w:rPr>
          <w:rFonts w:ascii="Abadi" w:hAnsi="Abadi"/>
          <w:b/>
          <w:bCs/>
          <w:sz w:val="24"/>
          <w:szCs w:val="24"/>
        </w:rPr>
      </w:pPr>
    </w:p>
    <w:p w14:paraId="1C53C981" w14:textId="77777777" w:rsidR="006D502F" w:rsidRDefault="006D502F">
      <w:pPr>
        <w:rPr>
          <w:rFonts w:ascii="Abadi" w:hAnsi="Abadi"/>
          <w:b/>
          <w:bCs/>
          <w:sz w:val="24"/>
          <w:szCs w:val="24"/>
        </w:rPr>
      </w:pPr>
    </w:p>
    <w:p w14:paraId="2CB11C5E" w14:textId="77777777" w:rsidR="006D502F" w:rsidRDefault="006D502F">
      <w:pPr>
        <w:rPr>
          <w:rFonts w:ascii="Abadi" w:hAnsi="Abadi"/>
          <w:b/>
          <w:bCs/>
          <w:sz w:val="24"/>
          <w:szCs w:val="24"/>
        </w:rPr>
      </w:pPr>
    </w:p>
    <w:p w14:paraId="111A5C6B" w14:textId="463CFC8A" w:rsidR="00173300" w:rsidRDefault="00173300">
      <w:pPr>
        <w:rPr>
          <w:rFonts w:ascii="Abadi" w:hAnsi="Abadi"/>
          <w:b/>
          <w:bCs/>
          <w:sz w:val="24"/>
          <w:szCs w:val="24"/>
        </w:rPr>
      </w:pPr>
      <w:r>
        <w:rPr>
          <w:rFonts w:ascii="Abadi" w:hAnsi="Abadi"/>
          <w:b/>
          <w:bCs/>
          <w:sz w:val="24"/>
          <w:szCs w:val="24"/>
        </w:rPr>
        <w:t>Feedback:</w:t>
      </w:r>
      <w:bookmarkStart w:id="0" w:name="_GoBack"/>
      <w:bookmarkEnd w:id="0"/>
    </w:p>
    <w:p w14:paraId="460F52AA" w14:textId="4505A910" w:rsidR="00173300" w:rsidRDefault="00173300" w:rsidP="0017330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54E32E88" w14:textId="6EB80A15" w:rsidR="00173300" w:rsidRDefault="00173300" w:rsidP="0017330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2A7CEB07" w14:textId="77777777" w:rsidR="00173300" w:rsidRDefault="00173300" w:rsidP="0017330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15513A4C" w14:textId="77777777" w:rsidR="00173300" w:rsidRDefault="00173300" w:rsidP="0017330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00F6A2DC" w14:textId="77777777" w:rsidR="0086454B" w:rsidRDefault="0086454B" w:rsidP="0086454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58274199" w14:textId="77777777" w:rsidR="0086454B" w:rsidRDefault="0086454B" w:rsidP="0086454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287F0E94" w14:textId="770B0446" w:rsidR="0086454B" w:rsidRDefault="0086454B" w:rsidP="0086454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64DB6819" w14:textId="77777777" w:rsidR="0086454B" w:rsidRDefault="0086454B" w:rsidP="0086454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6A0111A8" w14:textId="1C62535D" w:rsidR="00173300" w:rsidRDefault="0086454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1DB63B8F" w14:textId="77777777" w:rsidR="006D5157" w:rsidRDefault="006D5157">
      <w:pPr>
        <w:rPr>
          <w:sz w:val="24"/>
          <w:szCs w:val="24"/>
        </w:rPr>
      </w:pPr>
    </w:p>
    <w:p w14:paraId="6C2E9EB2" w14:textId="434AA69B" w:rsidR="006D5157" w:rsidRDefault="006D5157">
      <w:pPr>
        <w:rPr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21E65184" wp14:editId="02DEB4F5">
            <wp:simplePos x="0" y="0"/>
            <wp:positionH relativeFrom="column">
              <wp:posOffset>0</wp:posOffset>
            </wp:positionH>
            <wp:positionV relativeFrom="paragraph">
              <wp:posOffset>297815</wp:posOffset>
            </wp:positionV>
            <wp:extent cx="482600" cy="396875"/>
            <wp:effectExtent l="0" t="0" r="0" b="3175"/>
            <wp:wrapThrough wrapText="bothSides">
              <wp:wrapPolygon edited="0">
                <wp:start x="0" y="0"/>
                <wp:lineTo x="0" y="20736"/>
                <wp:lineTo x="20463" y="20736"/>
                <wp:lineTo x="20463" y="0"/>
                <wp:lineTo x="0" y="0"/>
              </wp:wrapPolygon>
            </wp:wrapThrough>
            <wp:docPr id="8258041" name="Grafik 8258041" descr="Ein Bild, das Symbol, Clipar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8041" name="Grafik 8258041" descr="Ein Bild, das Symbol, Clipart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24" t="10909" r="9524" b="12728"/>
                    <a:stretch/>
                  </pic:blipFill>
                  <pic:spPr bwMode="auto">
                    <a:xfrm>
                      <a:off x="0" y="0"/>
                      <a:ext cx="48260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F2BC55" w14:textId="0941C5B3" w:rsidR="006D5157" w:rsidRPr="00DD00AC" w:rsidRDefault="00700F94" w:rsidP="00DD00AC">
      <w:pPr>
        <w:rPr>
          <w:sz w:val="24"/>
          <w:szCs w:val="24"/>
        </w:rPr>
      </w:pPr>
      <w:r w:rsidRPr="00DD00AC">
        <w:rPr>
          <w:sz w:val="24"/>
          <w:szCs w:val="24"/>
        </w:rPr>
        <w:t xml:space="preserve">Erstellen Sie </w:t>
      </w:r>
      <w:r w:rsidR="00A91DCC" w:rsidRPr="00DD00AC">
        <w:rPr>
          <w:sz w:val="24"/>
          <w:szCs w:val="24"/>
        </w:rPr>
        <w:t xml:space="preserve">abschließend gemeinsam </w:t>
      </w:r>
      <w:r w:rsidRPr="00DD00AC">
        <w:rPr>
          <w:sz w:val="24"/>
          <w:szCs w:val="24"/>
        </w:rPr>
        <w:t xml:space="preserve">eine Liste mit charakteristischen Eigenschaften und besonderen Punkten, die </w:t>
      </w:r>
      <w:r w:rsidR="00A91DCC" w:rsidRPr="00DD00AC">
        <w:rPr>
          <w:sz w:val="24"/>
          <w:szCs w:val="24"/>
        </w:rPr>
        <w:t xml:space="preserve">Ihrer Ansicht nach </w:t>
      </w:r>
      <w:r w:rsidR="0005173E" w:rsidRPr="00DD00AC">
        <w:rPr>
          <w:sz w:val="24"/>
          <w:szCs w:val="24"/>
        </w:rPr>
        <w:t xml:space="preserve">für eine möglichst genaue </w:t>
      </w:r>
      <w:r w:rsidR="001D49C3" w:rsidRPr="00DD00AC">
        <w:rPr>
          <w:sz w:val="24"/>
          <w:szCs w:val="24"/>
        </w:rPr>
        <w:t>B</w:t>
      </w:r>
      <w:r w:rsidRPr="00DD00AC">
        <w:rPr>
          <w:sz w:val="24"/>
          <w:szCs w:val="24"/>
        </w:rPr>
        <w:t xml:space="preserve">eschreibung </w:t>
      </w:r>
      <w:r w:rsidR="00A91DCC" w:rsidRPr="00DD00AC">
        <w:rPr>
          <w:sz w:val="24"/>
          <w:szCs w:val="24"/>
        </w:rPr>
        <w:t xml:space="preserve">eines </w:t>
      </w:r>
      <w:r w:rsidR="001D49C3" w:rsidRPr="00DD00AC">
        <w:rPr>
          <w:sz w:val="24"/>
          <w:szCs w:val="24"/>
        </w:rPr>
        <w:t>Graphen</w:t>
      </w:r>
      <w:r w:rsidR="00A91DCC" w:rsidRPr="00DD00AC">
        <w:rPr>
          <w:sz w:val="24"/>
          <w:szCs w:val="24"/>
        </w:rPr>
        <w:t xml:space="preserve"> wesentlich </w:t>
      </w:r>
      <w:r w:rsidR="00DD00AC" w:rsidRPr="00DD00AC">
        <w:rPr>
          <w:sz w:val="24"/>
          <w:szCs w:val="24"/>
        </w:rPr>
        <w:t xml:space="preserve">und nützlich </w:t>
      </w:r>
      <w:r w:rsidR="00A91DCC" w:rsidRPr="00DD00AC">
        <w:rPr>
          <w:sz w:val="24"/>
          <w:szCs w:val="24"/>
        </w:rPr>
        <w:t>sind</w:t>
      </w:r>
      <w:r w:rsidR="004D3832" w:rsidRPr="00DD00AC">
        <w:rPr>
          <w:sz w:val="24"/>
          <w:szCs w:val="24"/>
        </w:rPr>
        <w:t>.</w:t>
      </w:r>
    </w:p>
    <w:p w14:paraId="7DCFAE0A" w14:textId="6AE9895A" w:rsidR="004D3832" w:rsidRPr="00A91DCC" w:rsidRDefault="00A91DCC">
      <w:pPr>
        <w:rPr>
          <w:b/>
          <w:bCs/>
          <w:sz w:val="28"/>
          <w:szCs w:val="28"/>
        </w:rPr>
      </w:pPr>
      <w:r w:rsidRPr="00A91DCC">
        <w:rPr>
          <w:b/>
          <w:bCs/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EC0C372" wp14:editId="689D284A">
                <wp:simplePos x="0" y="0"/>
                <wp:positionH relativeFrom="column">
                  <wp:posOffset>31115</wp:posOffset>
                </wp:positionH>
                <wp:positionV relativeFrom="paragraph">
                  <wp:posOffset>337185</wp:posOffset>
                </wp:positionV>
                <wp:extent cx="6165850" cy="4070350"/>
                <wp:effectExtent l="0" t="0" r="25400" b="254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0" cy="407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142AF" w14:textId="589B6AD5" w:rsidR="00A91DCC" w:rsidRDefault="00A91D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0EC0C37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.45pt;margin-top:26.55pt;width:485.5pt;height:320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">
                <v:textbox>
                  <w:txbxContent>
                    <w:p w14:paraId="243142AF" w14:textId="589B6AD5" w:rsidR="00A91DCC" w:rsidRDefault="00A91DCC"/>
                  </w:txbxContent>
                </v:textbox>
                <w10:wrap type="square"/>
              </v:shape>
            </w:pict>
          </mc:Fallback>
        </mc:AlternateContent>
      </w:r>
      <w:r w:rsidR="004D3832" w:rsidRPr="00A91DCC">
        <w:rPr>
          <w:b/>
          <w:bCs/>
          <w:sz w:val="28"/>
          <w:szCs w:val="28"/>
        </w:rPr>
        <w:t>Charakteristische Eigenschaften / Besondere Punkte:</w:t>
      </w:r>
    </w:p>
    <w:sectPr w:rsidR="004D3832" w:rsidRPr="00A91DCC" w:rsidSect="00315F4E">
      <w:headerReference w:type="default" r:id="rId12"/>
      <w:pgSz w:w="11906" w:h="16838"/>
      <w:pgMar w:top="510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172D5" w14:textId="77777777" w:rsidR="003C3603" w:rsidRDefault="003C3603" w:rsidP="00794D39">
      <w:pPr>
        <w:spacing w:after="0" w:line="240" w:lineRule="auto"/>
      </w:pPr>
      <w:r>
        <w:separator/>
      </w:r>
    </w:p>
  </w:endnote>
  <w:endnote w:type="continuationSeparator" w:id="0">
    <w:p w14:paraId="2317173E" w14:textId="77777777" w:rsidR="003C3603" w:rsidRDefault="003C3603" w:rsidP="0079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badi">
    <w:altName w:val="Calibr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EA8E6" w14:textId="77777777" w:rsidR="003C3603" w:rsidRDefault="003C3603" w:rsidP="00794D39">
      <w:pPr>
        <w:spacing w:after="0" w:line="240" w:lineRule="auto"/>
      </w:pPr>
      <w:r>
        <w:separator/>
      </w:r>
    </w:p>
  </w:footnote>
  <w:footnote w:type="continuationSeparator" w:id="0">
    <w:p w14:paraId="14086A96" w14:textId="77777777" w:rsidR="003C3603" w:rsidRDefault="003C3603" w:rsidP="00794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3B68F" w14:textId="4A1FF1DC" w:rsidR="00794D39" w:rsidRDefault="00EE5AB0" w:rsidP="00F0343B">
    <w:pPr>
      <w:pStyle w:val="Kopfzeile"/>
      <w:jc w:val="center"/>
      <w:rPr>
        <w:rFonts w:ascii="Abadi" w:hAnsi="Abadi"/>
        <w:b/>
        <w:bCs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EB1EEBA" wp14:editId="6D649F07">
          <wp:simplePos x="0" y="0"/>
          <wp:positionH relativeFrom="column">
            <wp:posOffset>5716269</wp:posOffset>
          </wp:positionH>
          <wp:positionV relativeFrom="paragraph">
            <wp:posOffset>-264394</wp:posOffset>
          </wp:positionV>
          <wp:extent cx="829945" cy="794385"/>
          <wp:effectExtent l="38100" t="38100" r="46355" b="43815"/>
          <wp:wrapThrough wrapText="bothSides">
            <wp:wrapPolygon edited="0">
              <wp:start x="-873" y="-94"/>
              <wp:lineTo x="-590" y="16512"/>
              <wp:lineTo x="-272" y="20642"/>
              <wp:lineTo x="15247" y="21937"/>
              <wp:lineTo x="22165" y="21356"/>
              <wp:lineTo x="21445" y="-929"/>
              <wp:lineTo x="1598" y="-301"/>
              <wp:lineTo x="-873" y="-94"/>
            </wp:wrapPolygon>
          </wp:wrapThrough>
          <wp:docPr id="1610229864" name="Grafik 1610229864" descr="Ein Bild, das Racquetbal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7739573" name="Grafik 1" descr="Ein Bild, das Racquetball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69" r="904" b="1573"/>
                  <a:stretch/>
                </pic:blipFill>
                <pic:spPr bwMode="auto">
                  <a:xfrm rot="275838">
                    <a:off x="0" y="0"/>
                    <a:ext cx="829945" cy="7943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28F6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5887DAE1" wp14:editId="2E8011A4">
          <wp:simplePos x="0" y="0"/>
          <wp:positionH relativeFrom="column">
            <wp:posOffset>-2540</wp:posOffset>
          </wp:positionH>
          <wp:positionV relativeFrom="paragraph">
            <wp:posOffset>635</wp:posOffset>
          </wp:positionV>
          <wp:extent cx="482600" cy="396875"/>
          <wp:effectExtent l="0" t="0" r="0" b="3175"/>
          <wp:wrapThrough wrapText="bothSides">
            <wp:wrapPolygon edited="0">
              <wp:start x="0" y="0"/>
              <wp:lineTo x="0" y="20736"/>
              <wp:lineTo x="20463" y="20736"/>
              <wp:lineTo x="20463" y="0"/>
              <wp:lineTo x="0" y="0"/>
            </wp:wrapPolygon>
          </wp:wrapThrough>
          <wp:docPr id="302868979" name="Grafik 3028689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4" t="10909" r="9524" b="12728"/>
                  <a:stretch/>
                </pic:blipFill>
                <pic:spPr bwMode="auto">
                  <a:xfrm>
                    <a:off x="0" y="0"/>
                    <a:ext cx="4826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4D39">
      <w:rPr>
        <w:rFonts w:ascii="Abadi" w:hAnsi="Abadi"/>
        <w:b/>
        <w:bCs/>
        <w:sz w:val="28"/>
        <w:szCs w:val="28"/>
      </w:rPr>
      <w:t>Graphen unter die Lupe nehmen…</w:t>
    </w:r>
  </w:p>
  <w:p w14:paraId="0B7F4139" w14:textId="6F15DA28" w:rsidR="00794D39" w:rsidRPr="00794D39" w:rsidRDefault="00794D39" w:rsidP="00F0343B">
    <w:pPr>
      <w:pStyle w:val="Kopfzeile"/>
      <w:pBdr>
        <w:bottom w:val="single" w:sz="4" w:space="1" w:color="auto"/>
      </w:pBdr>
      <w:jc w:val="center"/>
      <w:rPr>
        <w:sz w:val="24"/>
        <w:szCs w:val="24"/>
      </w:rPr>
    </w:pPr>
    <w:r w:rsidRPr="00794D39">
      <w:rPr>
        <w:rFonts w:ascii="Abadi" w:hAnsi="Abadi"/>
        <w:b/>
        <w:bCs/>
        <w:sz w:val="24"/>
        <w:szCs w:val="24"/>
      </w:rPr>
      <w:t>– Den Verlauf eines Graphen exakt beschreiben und zeichnen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E6283"/>
    <w:multiLevelType w:val="hybridMultilevel"/>
    <w:tmpl w:val="1AE40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7C1"/>
    <w:rsid w:val="0002384E"/>
    <w:rsid w:val="0005173E"/>
    <w:rsid w:val="000B0A0D"/>
    <w:rsid w:val="00106FA2"/>
    <w:rsid w:val="00161CC6"/>
    <w:rsid w:val="00173300"/>
    <w:rsid w:val="001847C1"/>
    <w:rsid w:val="001D49C3"/>
    <w:rsid w:val="0024391B"/>
    <w:rsid w:val="00292596"/>
    <w:rsid w:val="002B1AFD"/>
    <w:rsid w:val="00305FC0"/>
    <w:rsid w:val="00315F4E"/>
    <w:rsid w:val="00353A87"/>
    <w:rsid w:val="003B07D8"/>
    <w:rsid w:val="003C3603"/>
    <w:rsid w:val="00444B1B"/>
    <w:rsid w:val="004D3832"/>
    <w:rsid w:val="004D7041"/>
    <w:rsid w:val="00504CDA"/>
    <w:rsid w:val="005535BA"/>
    <w:rsid w:val="0058124A"/>
    <w:rsid w:val="005A0DF0"/>
    <w:rsid w:val="0062528A"/>
    <w:rsid w:val="006542B0"/>
    <w:rsid w:val="006D502F"/>
    <w:rsid w:val="006D5157"/>
    <w:rsid w:val="006F30E4"/>
    <w:rsid w:val="00700F94"/>
    <w:rsid w:val="00791539"/>
    <w:rsid w:val="00794D39"/>
    <w:rsid w:val="007A5C08"/>
    <w:rsid w:val="007D0B53"/>
    <w:rsid w:val="007E2562"/>
    <w:rsid w:val="00817284"/>
    <w:rsid w:val="0086454B"/>
    <w:rsid w:val="00892A49"/>
    <w:rsid w:val="009338A1"/>
    <w:rsid w:val="00A17FCB"/>
    <w:rsid w:val="00A230EC"/>
    <w:rsid w:val="00A3014D"/>
    <w:rsid w:val="00A91DCC"/>
    <w:rsid w:val="00AF3A87"/>
    <w:rsid w:val="00CE5A9B"/>
    <w:rsid w:val="00D30673"/>
    <w:rsid w:val="00D35CCC"/>
    <w:rsid w:val="00D878E6"/>
    <w:rsid w:val="00DD00AC"/>
    <w:rsid w:val="00E128F6"/>
    <w:rsid w:val="00E17499"/>
    <w:rsid w:val="00E34A78"/>
    <w:rsid w:val="00E378B6"/>
    <w:rsid w:val="00E646D1"/>
    <w:rsid w:val="00E839CB"/>
    <w:rsid w:val="00E90DA5"/>
    <w:rsid w:val="00E97EFC"/>
    <w:rsid w:val="00EE5AB0"/>
    <w:rsid w:val="00EF1450"/>
    <w:rsid w:val="00F0343B"/>
    <w:rsid w:val="00F21CC6"/>
    <w:rsid w:val="00F67229"/>
    <w:rsid w:val="00FE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893D4"/>
  <w15:chartTrackingRefBased/>
  <w15:docId w15:val="{D7221122-AB3F-4498-956E-06BBA0E7E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4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94D39"/>
  </w:style>
  <w:style w:type="paragraph" w:styleId="Fuzeile">
    <w:name w:val="footer"/>
    <w:basedOn w:val="Standard"/>
    <w:link w:val="FuzeileZchn"/>
    <w:uiPriority w:val="99"/>
    <w:unhideWhenUsed/>
    <w:rsid w:val="00794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4D39"/>
  </w:style>
  <w:style w:type="character" w:styleId="Kommentarzeichen">
    <w:name w:val="annotation reference"/>
    <w:basedOn w:val="Absatz-Standardschriftart"/>
    <w:uiPriority w:val="99"/>
    <w:semiHidden/>
    <w:unhideWhenUsed/>
    <w:rsid w:val="004D70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D704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D704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D70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D7041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DD0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2006</Characters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2023-04-12T08:01:00Z</dcterms:created>
  <dcterms:modified xsi:type="dcterms:W3CDTF">2023-06-21T14:01:00Z</dcterms:modified>
</cp:coreProperties>
</file>